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4EB" w:rsidRDefault="00FE34EB">
      <w:pPr>
        <w:pStyle w:val="Title"/>
        <w:rPr>
          <w:rFonts w:ascii="Bookman Old Style" w:hAnsi="Bookman Old Style"/>
          <w:sz w:val="20"/>
        </w:rPr>
      </w:pPr>
      <w:r w:rsidRPr="00CD5246">
        <w:rPr>
          <w:rFonts w:ascii="Bookman Old Style" w:hAnsi="Bookman Old Style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58.5pt" fillcolor="window">
            <v:imagedata r:id="rId5" o:title=""/>
          </v:shape>
        </w:pict>
      </w:r>
      <w:r>
        <w:rPr>
          <w:rFonts w:ascii="Bookman Old Style" w:hAnsi="Bookman Old Style"/>
          <w:sz w:val="20"/>
        </w:rPr>
        <w:t xml:space="preserve">                                                </w:t>
      </w:r>
    </w:p>
    <w:p w:rsidR="00FE34EB" w:rsidRDefault="00FE34EB">
      <w:pPr>
        <w:pStyle w:val="Title"/>
        <w:rPr>
          <w:i w:val="0"/>
          <w:iCs/>
          <w:sz w:val="24"/>
        </w:rPr>
      </w:pPr>
      <w:r>
        <w:rPr>
          <w:i w:val="0"/>
          <w:iCs/>
          <w:sz w:val="24"/>
        </w:rPr>
        <w:t>Ministero dell’ Istruzione, dell’Università e della Ricerca</w:t>
      </w:r>
    </w:p>
    <w:p w:rsidR="00FE34EB" w:rsidRDefault="00FE34EB">
      <w:pPr>
        <w:pStyle w:val="Title"/>
        <w:rPr>
          <w:i w:val="0"/>
          <w:iCs/>
          <w:sz w:val="24"/>
        </w:rPr>
      </w:pPr>
      <w:r>
        <w:rPr>
          <w:i w:val="0"/>
          <w:iCs/>
          <w:sz w:val="24"/>
        </w:rPr>
        <w:t xml:space="preserve">Ufficio Scolastico Regionale per </w:t>
      </w:r>
      <w:smartTag w:uri="urn:schemas-microsoft-com:office:smarttags" w:element="PersonName">
        <w:smartTagPr>
          <w:attr w:name="ProductID" w:val="la Basilicata"/>
        </w:smartTagPr>
        <w:r>
          <w:rPr>
            <w:i w:val="0"/>
            <w:iCs/>
            <w:sz w:val="24"/>
          </w:rPr>
          <w:t>la Basilicata</w:t>
        </w:r>
      </w:smartTag>
    </w:p>
    <w:p w:rsidR="00FE34EB" w:rsidRDefault="00FE34EB">
      <w:pPr>
        <w:pStyle w:val="Title"/>
        <w:rPr>
          <w:i w:val="0"/>
          <w:iCs/>
          <w:sz w:val="24"/>
        </w:rPr>
      </w:pPr>
      <w:r>
        <w:rPr>
          <w:i w:val="0"/>
          <w:iCs/>
          <w:sz w:val="24"/>
        </w:rPr>
        <w:t>Direzione Generale</w:t>
      </w:r>
    </w:p>
    <w:p w:rsidR="00FE34EB" w:rsidRDefault="00FE34EB">
      <w:pPr>
        <w:pStyle w:val="Subtitle"/>
        <w:rPr>
          <w:i w:val="0"/>
          <w:iCs/>
          <w:sz w:val="24"/>
        </w:rPr>
      </w:pPr>
      <w:r>
        <w:rPr>
          <w:i w:val="0"/>
          <w:iCs/>
          <w:sz w:val="24"/>
        </w:rPr>
        <w:t>Piazza delle Regioni - 85100 - Potenza - Tel. 0971/ 449911 Fax 0971/445103</w:t>
      </w:r>
    </w:p>
    <w:p w:rsidR="00FE34EB" w:rsidRDefault="00FE34EB">
      <w:pPr>
        <w:pStyle w:val="Subtitle"/>
        <w:rPr>
          <w:sz w:val="24"/>
        </w:rPr>
      </w:pPr>
      <w:r>
        <w:rPr>
          <w:i w:val="0"/>
          <w:iCs/>
          <w:sz w:val="24"/>
        </w:rPr>
        <w:t xml:space="preserve">e-mail: </w:t>
      </w:r>
      <w:hyperlink r:id="rId6" w:history="1">
        <w:r>
          <w:rPr>
            <w:rStyle w:val="Hyperlink"/>
            <w:i w:val="0"/>
            <w:iCs/>
            <w:sz w:val="24"/>
          </w:rPr>
          <w:t>direzione-basilic</w:t>
        </w:r>
        <w:bookmarkStart w:id="0" w:name="_Hlt126548787"/>
        <w:r>
          <w:rPr>
            <w:rStyle w:val="Hyperlink"/>
            <w:i w:val="0"/>
            <w:iCs/>
            <w:sz w:val="24"/>
          </w:rPr>
          <w:t>a</w:t>
        </w:r>
        <w:bookmarkEnd w:id="0"/>
        <w:r>
          <w:rPr>
            <w:rStyle w:val="Hyperlink"/>
            <w:i w:val="0"/>
            <w:iCs/>
            <w:sz w:val="24"/>
          </w:rPr>
          <w:t>ta@istruzione.it</w:t>
        </w:r>
      </w:hyperlink>
      <w:r>
        <w:rPr>
          <w:i w:val="0"/>
          <w:iCs/>
          <w:sz w:val="24"/>
        </w:rPr>
        <w:t xml:space="preserve">   sito: </w:t>
      </w:r>
      <w:hyperlink r:id="rId7" w:history="1">
        <w:r>
          <w:rPr>
            <w:rStyle w:val="Hyperlink"/>
            <w:i w:val="0"/>
            <w:iCs/>
            <w:sz w:val="24"/>
          </w:rPr>
          <w:t>www.basilicata.istruzione.it</w:t>
        </w:r>
      </w:hyperlink>
    </w:p>
    <w:p w:rsidR="00FE34EB" w:rsidRDefault="00FE34EB">
      <w:pPr>
        <w:rPr>
          <w:b/>
        </w:rPr>
      </w:pPr>
    </w:p>
    <w:p w:rsidR="00FE34EB" w:rsidRPr="00ED5749" w:rsidRDefault="00FE34EB">
      <w:pPr>
        <w:rPr>
          <w:rFonts w:ascii="Arial" w:hAnsi="Arial" w:cs="Arial"/>
          <w:iCs/>
        </w:rPr>
      </w:pPr>
      <w:r w:rsidRPr="00ED5749">
        <w:rPr>
          <w:rFonts w:ascii="Arial" w:hAnsi="Arial" w:cs="Arial"/>
          <w:iCs/>
        </w:rPr>
        <w:t xml:space="preserve">Prot. n. </w:t>
      </w:r>
      <w:r>
        <w:rPr>
          <w:rFonts w:ascii="Arial" w:hAnsi="Arial" w:cs="Arial"/>
          <w:iCs/>
        </w:rPr>
        <w:t>AOODR BA0006306</w:t>
      </w:r>
      <w:r w:rsidRPr="00ED5749">
        <w:rPr>
          <w:rFonts w:ascii="Arial" w:hAnsi="Arial" w:cs="Arial"/>
          <w:iCs/>
        </w:rPr>
        <w:t xml:space="preserve">                  </w:t>
      </w:r>
      <w:r>
        <w:rPr>
          <w:rFonts w:ascii="Arial" w:hAnsi="Arial" w:cs="Arial"/>
          <w:iCs/>
        </w:rPr>
        <w:t xml:space="preserve">                           </w:t>
      </w:r>
      <w:r w:rsidRPr="00ED5749">
        <w:rPr>
          <w:rFonts w:ascii="Arial" w:hAnsi="Arial" w:cs="Arial"/>
          <w:iCs/>
        </w:rPr>
        <w:t xml:space="preserve">         </w:t>
      </w:r>
      <w:r>
        <w:rPr>
          <w:rFonts w:ascii="Arial" w:hAnsi="Arial" w:cs="Arial"/>
          <w:iCs/>
        </w:rPr>
        <w:t xml:space="preserve">  </w:t>
      </w:r>
      <w:r w:rsidRPr="00ED5749">
        <w:rPr>
          <w:rFonts w:ascii="Arial" w:hAnsi="Arial" w:cs="Arial"/>
          <w:iCs/>
        </w:rPr>
        <w:t xml:space="preserve">        Potenza,  </w:t>
      </w:r>
      <w:r>
        <w:rPr>
          <w:rFonts w:ascii="Arial" w:hAnsi="Arial" w:cs="Arial"/>
          <w:iCs/>
        </w:rPr>
        <w:t>16.09.2010</w:t>
      </w:r>
    </w:p>
    <w:p w:rsidR="00FE34EB" w:rsidRDefault="00FE34EB">
      <w:pPr>
        <w:rPr>
          <w:iCs/>
        </w:rPr>
      </w:pPr>
    </w:p>
    <w:p w:rsidR="00FE34EB" w:rsidRDefault="00FE34EB">
      <w:pPr>
        <w:rPr>
          <w:iCs/>
        </w:rPr>
      </w:pPr>
    </w:p>
    <w:p w:rsidR="00FE34EB" w:rsidRDefault="00FE34EB" w:rsidP="00823F9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Ai Dirigenti Scolastici</w:t>
      </w:r>
    </w:p>
    <w:p w:rsidR="00FE34EB" w:rsidRDefault="00FE34EB" w:rsidP="00823F9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delle Scuole Secondarie di primo grado ad Ind. Musicale </w:t>
      </w:r>
    </w:p>
    <w:p w:rsidR="00FE34EB" w:rsidRDefault="00FE34EB" w:rsidP="00823F9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della Provincia di Potenza</w:t>
      </w:r>
    </w:p>
    <w:p w:rsidR="00FE34EB" w:rsidRPr="006B353E" w:rsidRDefault="00FE34EB" w:rsidP="00823F94">
      <w:pPr>
        <w:jc w:val="right"/>
        <w:rPr>
          <w:rFonts w:ascii="Arial" w:hAnsi="Arial" w:cs="Arial"/>
          <w:b/>
        </w:rPr>
      </w:pPr>
    </w:p>
    <w:p w:rsidR="00FE34EB" w:rsidRPr="006B353E" w:rsidRDefault="00FE34EB" w:rsidP="008A15CB">
      <w:pPr>
        <w:jc w:val="right"/>
        <w:rPr>
          <w:rFonts w:ascii="Arial" w:hAnsi="Arial" w:cs="Arial"/>
        </w:rPr>
      </w:pPr>
      <w:r w:rsidRPr="006B353E">
        <w:rPr>
          <w:rFonts w:ascii="Arial" w:hAnsi="Arial" w:cs="Arial"/>
          <w:b/>
          <w:color w:val="FF0000"/>
        </w:rPr>
        <w:t xml:space="preserve"> </w:t>
      </w:r>
      <w:r w:rsidRPr="006B353E">
        <w:rPr>
          <w:rFonts w:ascii="Arial" w:hAnsi="Arial" w:cs="Arial"/>
        </w:rPr>
        <w:t>Ai Dirigenti Scolastici</w:t>
      </w:r>
    </w:p>
    <w:p w:rsidR="00FE34EB" w:rsidRPr="006B353E" w:rsidRDefault="00FE34EB" w:rsidP="008A15CB">
      <w:pPr>
        <w:jc w:val="right"/>
        <w:rPr>
          <w:rFonts w:ascii="Arial" w:hAnsi="Arial" w:cs="Arial"/>
        </w:rPr>
      </w:pPr>
      <w:r w:rsidRPr="006B353E">
        <w:rPr>
          <w:rFonts w:ascii="Arial" w:hAnsi="Arial" w:cs="Arial"/>
        </w:rPr>
        <w:t xml:space="preserve">delle Scuole Primarie Sperimentali </w:t>
      </w:r>
    </w:p>
    <w:p w:rsidR="00FE34EB" w:rsidRPr="006B353E" w:rsidRDefault="00FE34EB" w:rsidP="008A15CB">
      <w:pPr>
        <w:jc w:val="right"/>
        <w:rPr>
          <w:rFonts w:ascii="Arial" w:hAnsi="Arial" w:cs="Arial"/>
        </w:rPr>
      </w:pPr>
      <w:r w:rsidRPr="006B353E">
        <w:rPr>
          <w:rFonts w:ascii="Arial" w:hAnsi="Arial" w:cs="Arial"/>
        </w:rPr>
        <w:t xml:space="preserve">progetto “Musica </w:t>
      </w:r>
      <w:smartTag w:uri="urn:schemas-microsoft-com:office:smarttags" w:element="metricconverter">
        <w:smartTagPr>
          <w:attr w:name="ProductID" w:val="2020”"/>
        </w:smartTagPr>
        <w:r w:rsidRPr="006B353E">
          <w:rPr>
            <w:rFonts w:ascii="Arial" w:hAnsi="Arial" w:cs="Arial"/>
          </w:rPr>
          <w:t>2020”</w:t>
        </w:r>
      </w:smartTag>
    </w:p>
    <w:p w:rsidR="00FE34EB" w:rsidRPr="006B353E" w:rsidRDefault="00FE34EB" w:rsidP="008A15CB">
      <w:pPr>
        <w:jc w:val="right"/>
        <w:rPr>
          <w:rFonts w:ascii="Arial" w:hAnsi="Arial" w:cs="Arial"/>
        </w:rPr>
      </w:pPr>
      <w:r w:rsidRPr="006B353E">
        <w:rPr>
          <w:rFonts w:ascii="Arial" w:hAnsi="Arial" w:cs="Arial"/>
        </w:rPr>
        <w:t>I.C. di Bella</w:t>
      </w:r>
    </w:p>
    <w:p w:rsidR="00FE34EB" w:rsidRPr="006B353E" w:rsidRDefault="00FE34EB" w:rsidP="008A15CB">
      <w:pPr>
        <w:jc w:val="right"/>
        <w:rPr>
          <w:rFonts w:ascii="Arial" w:hAnsi="Arial" w:cs="Arial"/>
        </w:rPr>
      </w:pPr>
      <w:r w:rsidRPr="006B353E">
        <w:rPr>
          <w:rFonts w:ascii="Arial" w:hAnsi="Arial" w:cs="Arial"/>
        </w:rPr>
        <w:t xml:space="preserve">I.C. Oppido Lucano </w:t>
      </w:r>
    </w:p>
    <w:p w:rsidR="00FE34EB" w:rsidRDefault="00FE34EB" w:rsidP="008A15CB">
      <w:pPr>
        <w:jc w:val="right"/>
        <w:rPr>
          <w:rFonts w:ascii="Arial" w:hAnsi="Arial" w:cs="Arial"/>
        </w:rPr>
      </w:pPr>
    </w:p>
    <w:p w:rsidR="00FE34EB" w:rsidRDefault="00FE34EB" w:rsidP="008A15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e p.c. ai Dirigenti Scolastici </w:t>
      </w:r>
    </w:p>
    <w:p w:rsidR="00FE34EB" w:rsidRDefault="00FE34EB" w:rsidP="00823F9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delle Scuole Secondarie di Primo Grado</w:t>
      </w:r>
    </w:p>
    <w:p w:rsidR="00FE34EB" w:rsidRDefault="00FE34EB" w:rsidP="00823F9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della </w:t>
      </w:r>
      <w:r w:rsidRPr="00823F94">
        <w:rPr>
          <w:rFonts w:ascii="Arial" w:hAnsi="Arial" w:cs="Arial"/>
          <w:b/>
        </w:rPr>
        <w:t>REGIONE</w:t>
      </w:r>
    </w:p>
    <w:p w:rsidR="00FE34EB" w:rsidRDefault="00FE34EB" w:rsidP="00823F94">
      <w:pPr>
        <w:rPr>
          <w:rFonts w:ascii="Arial" w:hAnsi="Arial" w:cs="Arial"/>
          <w:sz w:val="22"/>
          <w:szCs w:val="22"/>
          <w:u w:val="single"/>
        </w:rPr>
      </w:pPr>
    </w:p>
    <w:p w:rsidR="00FE34EB" w:rsidRDefault="00FE34EB">
      <w:pPr>
        <w:rPr>
          <w:iCs/>
        </w:rPr>
      </w:pPr>
    </w:p>
    <w:p w:rsidR="00FE34EB" w:rsidRDefault="00FE34EB" w:rsidP="0051759E">
      <w:pPr>
        <w:jc w:val="right"/>
        <w:rPr>
          <w:b/>
        </w:rPr>
      </w:pPr>
    </w:p>
    <w:p w:rsidR="00FE34EB" w:rsidRPr="00465A92" w:rsidRDefault="00FE34EB" w:rsidP="008719C2">
      <w:pPr>
        <w:ind w:left="1134" w:hanging="1134"/>
        <w:jc w:val="both"/>
        <w:rPr>
          <w:rFonts w:ascii="Arial" w:hAnsi="Arial" w:cs="Arial"/>
        </w:rPr>
      </w:pPr>
      <w:r w:rsidRPr="00465A92">
        <w:rPr>
          <w:rFonts w:ascii="Arial" w:hAnsi="Arial" w:cs="Arial"/>
          <w:b/>
        </w:rPr>
        <w:t>Oggetto</w:t>
      </w:r>
      <w:r w:rsidRPr="00465A92">
        <w:rPr>
          <w:rFonts w:ascii="Arial" w:hAnsi="Arial" w:cs="Arial"/>
        </w:rPr>
        <w:t xml:space="preserve">: Manifestazione </w:t>
      </w:r>
      <w:r>
        <w:rPr>
          <w:rFonts w:ascii="Arial" w:hAnsi="Arial" w:cs="Arial"/>
        </w:rPr>
        <w:t>“</w:t>
      </w:r>
      <w:r w:rsidRPr="006B353E">
        <w:rPr>
          <w:rFonts w:ascii="Arial" w:hAnsi="Arial" w:cs="Arial"/>
        </w:rPr>
        <w:t xml:space="preserve">InCanto al Museo </w:t>
      </w:r>
      <w:smartTag w:uri="urn:schemas-microsoft-com:office:smarttags" w:element="metricconverter">
        <w:smartTagPr>
          <w:attr w:name="ProductID" w:val="2010”"/>
        </w:smartTagPr>
        <w:r w:rsidRPr="006B353E">
          <w:rPr>
            <w:rFonts w:ascii="Arial" w:hAnsi="Arial" w:cs="Arial"/>
          </w:rPr>
          <w:t>2010</w:t>
        </w:r>
        <w:r>
          <w:rPr>
            <w:rFonts w:ascii="Arial" w:hAnsi="Arial" w:cs="Arial"/>
          </w:rPr>
          <w:t>”</w:t>
        </w:r>
      </w:smartTag>
      <w:r w:rsidRPr="00465A92">
        <w:rPr>
          <w:rFonts w:ascii="Arial" w:hAnsi="Arial" w:cs="Arial"/>
        </w:rPr>
        <w:t xml:space="preserve"> – Notte Bianca al Museo</w:t>
      </w:r>
      <w:r>
        <w:rPr>
          <w:rFonts w:ascii="Arial" w:hAnsi="Arial" w:cs="Arial"/>
        </w:rPr>
        <w:t xml:space="preserve"> Nazionale di                Potenza     -    sabato 20 novembre 2010 </w:t>
      </w:r>
    </w:p>
    <w:p w:rsidR="00FE34EB" w:rsidRDefault="00FE34EB">
      <w:pPr>
        <w:jc w:val="both"/>
      </w:pPr>
    </w:p>
    <w:p w:rsidR="00FE34EB" w:rsidRDefault="00FE34EB" w:rsidP="004F5C50">
      <w:pPr>
        <w:jc w:val="both"/>
      </w:pPr>
    </w:p>
    <w:p w:rsidR="00FE34EB" w:rsidRPr="006B353E" w:rsidRDefault="00FE34EB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           </w:t>
      </w:r>
      <w:r w:rsidRPr="00CB57C2">
        <w:rPr>
          <w:rFonts w:ascii="Arial" w:hAnsi="Arial" w:cs="Arial"/>
          <w:bCs/>
          <w:iCs/>
        </w:rPr>
        <w:t xml:space="preserve"> L’Ufficio Scolastico Regionale è lieto di informare le SS.LL. </w:t>
      </w:r>
      <w:r>
        <w:rPr>
          <w:rFonts w:ascii="Arial" w:hAnsi="Arial" w:cs="Arial"/>
          <w:bCs/>
          <w:iCs/>
        </w:rPr>
        <w:t xml:space="preserve">che </w:t>
      </w:r>
      <w:smartTag w:uri="urn:schemas-microsoft-com:office:smarttags" w:element="PersonName">
        <w:smartTagPr>
          <w:attr w:name="ProductID" w:val="la Sovrintendenza"/>
        </w:smartTagPr>
        <w:r>
          <w:rPr>
            <w:rFonts w:ascii="Arial" w:hAnsi="Arial" w:cs="Arial"/>
            <w:bCs/>
            <w:iCs/>
          </w:rPr>
          <w:t>la Sovrintendenza</w:t>
        </w:r>
      </w:smartTag>
      <w:r>
        <w:rPr>
          <w:rFonts w:ascii="Arial" w:hAnsi="Arial" w:cs="Arial"/>
          <w:bCs/>
          <w:iCs/>
        </w:rPr>
        <w:t xml:space="preserve"> ai Beni Archeologici della Basilicata sta organizzando,</w:t>
      </w:r>
      <w:r>
        <w:rPr>
          <w:rFonts w:ascii="Arial" w:hAnsi="Arial" w:cs="Arial"/>
          <w:bCs/>
          <w:iCs/>
          <w:color w:val="FF0000"/>
        </w:rPr>
        <w:t xml:space="preserve"> </w:t>
      </w:r>
      <w:r w:rsidRPr="006B353E">
        <w:rPr>
          <w:rFonts w:ascii="Arial" w:hAnsi="Arial" w:cs="Arial"/>
          <w:bCs/>
          <w:iCs/>
        </w:rPr>
        <w:t xml:space="preserve">in collaborazione con il Centro Studi Musicali Izzi &amp; Freno di Bella, una Notte Bianca al Museo Archeologico Nazionale di Potenza che si svolgerà il 20 Novembre c.a. dalle 18.30 alle 24.00. </w:t>
      </w:r>
    </w:p>
    <w:p w:rsidR="00FE34EB" w:rsidRDefault="00FE34EB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            La musica costituirà lo sfondo integratore della manifestazione e  faciliterà l’approccio alla conoscenza dell’importanza e della ricchezza di un luogo quale è un museo. L’evento sarà articolato in due parti musicali, a conclusione di ciascuna delle due parti  è prevista una visita guidata gratuita al Museo Nazionale della durata di un’ora. </w:t>
      </w:r>
    </w:p>
    <w:p w:rsidR="00FE34EB" w:rsidRDefault="00FE34EB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             Nella prima parte, dalle 18.30 alle 20.30, ci sarà l’opportunità, per le scuole che aderiscono all’iniziativa, di rendere visibile il loro lavoro svolto in campo musicale.  </w:t>
      </w:r>
    </w:p>
    <w:p w:rsidR="00FE34EB" w:rsidRPr="006B353E" w:rsidRDefault="00FE34EB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Ciascuna scuola che intenda partecipare, dovrà selezionare un piccolo gruppo di partecipanti (solisti, ensemble, cori) con un repertorio libero. La durata massima</w:t>
      </w:r>
      <w:r>
        <w:rPr>
          <w:rFonts w:ascii="Arial" w:hAnsi="Arial" w:cs="Arial"/>
          <w:bCs/>
          <w:iCs/>
          <w:color w:val="FF0000"/>
        </w:rPr>
        <w:t xml:space="preserve"> </w:t>
      </w:r>
      <w:r>
        <w:rPr>
          <w:rFonts w:ascii="Arial" w:hAnsi="Arial" w:cs="Arial"/>
          <w:bCs/>
          <w:iCs/>
        </w:rPr>
        <w:t>complessiva sarà</w:t>
      </w:r>
      <w:r w:rsidRPr="006B353E">
        <w:rPr>
          <w:rFonts w:ascii="Arial" w:hAnsi="Arial" w:cs="Arial"/>
          <w:bCs/>
          <w:iCs/>
        </w:rPr>
        <w:t xml:space="preserve"> di 15 minuti circa per ogni scuola.</w:t>
      </w:r>
    </w:p>
    <w:p w:rsidR="00FE34EB" w:rsidRDefault="00FE34EB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             Le SS.LL. chiederanno, inoltre, la disponibilità a titolo gratuito degli insegnanti di musica e degli allievi con la collaborazione delle famiglie per raggiungere il museo ed accompagnare i ragazzi. </w:t>
      </w:r>
    </w:p>
    <w:p w:rsidR="00FE34EB" w:rsidRPr="00063A14" w:rsidRDefault="00FE34EB" w:rsidP="00CB221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iCs/>
        </w:rPr>
        <w:t xml:space="preserve">                Per poter organizzare al meglio l’evento si chiede alle scuole che intendano aderire, di compilare e trasmettere la scheda di partecipazione allegata alla c.a. della Dott.ssa Antonietta Moscato Referente Regionale Musica presso l’U.S.R. di Potenza fax 0971 449930 o email </w:t>
      </w:r>
      <w:hyperlink r:id="rId8" w:history="1">
        <w:r w:rsidRPr="00107B18">
          <w:rPr>
            <w:rStyle w:val="Hyperlink"/>
            <w:rFonts w:ascii="Arial" w:hAnsi="Arial" w:cs="Arial"/>
            <w:bCs/>
            <w:iCs/>
          </w:rPr>
          <w:t>antonietta.moscato@istruzione.it</w:t>
        </w:r>
      </w:hyperlink>
      <w:r>
        <w:rPr>
          <w:rFonts w:ascii="Arial" w:hAnsi="Arial" w:cs="Arial"/>
          <w:bCs/>
          <w:iCs/>
        </w:rPr>
        <w:t xml:space="preserve">, entro e non oltre mercoledì </w:t>
      </w:r>
      <w:r w:rsidRPr="00063A14">
        <w:rPr>
          <w:rFonts w:ascii="Arial" w:hAnsi="Arial" w:cs="Arial"/>
          <w:b/>
          <w:bCs/>
          <w:iCs/>
        </w:rPr>
        <w:t>20 ottobre 2010.</w:t>
      </w:r>
      <w:r w:rsidRPr="00063A14">
        <w:rPr>
          <w:rFonts w:ascii="Arial" w:hAnsi="Arial" w:cs="Arial"/>
          <w:b/>
        </w:rPr>
        <w:t xml:space="preserve"> </w:t>
      </w:r>
    </w:p>
    <w:p w:rsidR="00FE34EB" w:rsidRDefault="00FE34EB" w:rsidP="00CB22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CB57C2">
        <w:rPr>
          <w:rFonts w:ascii="Arial" w:hAnsi="Arial" w:cs="Arial"/>
        </w:rPr>
        <w:t>Ogni notizia di dettaglio in ordine a modi, tempi e organizzazione</w:t>
      </w:r>
      <w:r>
        <w:rPr>
          <w:rFonts w:ascii="Arial" w:hAnsi="Arial" w:cs="Arial"/>
        </w:rPr>
        <w:t>, potrà essere attinta contattando direttamente gli organizzatori: M° Enzo Izzi (</w:t>
      </w:r>
      <w:hyperlink r:id="rId9" w:history="1">
        <w:r w:rsidRPr="00107B18">
          <w:rPr>
            <w:rStyle w:val="Hyperlink"/>
            <w:rFonts w:ascii="Arial" w:hAnsi="Arial" w:cs="Arial"/>
          </w:rPr>
          <w:t>enzo.izzi@alice.it</w:t>
        </w:r>
      </w:hyperlink>
      <w:r>
        <w:rPr>
          <w:rFonts w:ascii="Arial" w:hAnsi="Arial" w:cs="Arial"/>
        </w:rPr>
        <w:t xml:space="preserve">            339 2474878)  M° Angela Freno (</w:t>
      </w:r>
      <w:hyperlink r:id="rId10" w:history="1">
        <w:r w:rsidRPr="00107B18">
          <w:rPr>
            <w:rStyle w:val="Hyperlink"/>
            <w:rFonts w:ascii="Arial" w:hAnsi="Arial" w:cs="Arial"/>
          </w:rPr>
          <w:t>angela.freno@alice.it</w:t>
        </w:r>
      </w:hyperlink>
      <w:r>
        <w:rPr>
          <w:rFonts w:ascii="Arial" w:hAnsi="Arial" w:cs="Arial"/>
        </w:rPr>
        <w:t>)</w:t>
      </w:r>
    </w:p>
    <w:p w:rsidR="00FE34EB" w:rsidRPr="00CB57C2" w:rsidRDefault="00FE34EB" w:rsidP="00CB22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FE34EB" w:rsidRPr="00CB57C2" w:rsidRDefault="00FE34EB" w:rsidP="00CB221B">
      <w:pPr>
        <w:jc w:val="both"/>
        <w:rPr>
          <w:rFonts w:ascii="Arial" w:hAnsi="Arial" w:cs="Arial"/>
        </w:rPr>
      </w:pPr>
      <w:r w:rsidRPr="00CB57C2">
        <w:rPr>
          <w:rFonts w:ascii="Arial" w:hAnsi="Arial" w:cs="Arial"/>
        </w:rPr>
        <w:t xml:space="preserve">                In considerazione dell’importanza dell’iniziativa, si invitano le SS.LL. a volerne dare ampia diffusione e a sostenere la partecipazione</w:t>
      </w:r>
      <w:r>
        <w:rPr>
          <w:rFonts w:ascii="Arial" w:hAnsi="Arial" w:cs="Arial"/>
        </w:rPr>
        <w:t xml:space="preserve"> alla manifestazione</w:t>
      </w:r>
      <w:r w:rsidRPr="00CB57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 parte </w:t>
      </w:r>
      <w:r w:rsidRPr="00CB57C2">
        <w:rPr>
          <w:rFonts w:ascii="Arial" w:hAnsi="Arial" w:cs="Arial"/>
        </w:rPr>
        <w:t>di alu</w:t>
      </w:r>
      <w:r>
        <w:rPr>
          <w:rFonts w:ascii="Arial" w:hAnsi="Arial" w:cs="Arial"/>
        </w:rPr>
        <w:t>nni, docenti e genitori.</w:t>
      </w:r>
    </w:p>
    <w:p w:rsidR="00FE34EB" w:rsidRDefault="00FE34EB">
      <w:pPr>
        <w:jc w:val="both"/>
        <w:rPr>
          <w:rFonts w:ascii="Arial" w:hAnsi="Arial" w:cs="Arial"/>
          <w:bCs/>
          <w:iCs/>
        </w:rPr>
      </w:pPr>
    </w:p>
    <w:p w:rsidR="00FE34EB" w:rsidRDefault="00FE34EB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            Si resta a disposizione per ogni chiarimento e si porgono distinti saluti.</w:t>
      </w:r>
    </w:p>
    <w:p w:rsidR="00FE34EB" w:rsidRDefault="00FE34EB">
      <w:pPr>
        <w:jc w:val="both"/>
        <w:rPr>
          <w:rFonts w:ascii="Arial" w:hAnsi="Arial" w:cs="Arial"/>
          <w:bCs/>
          <w:iCs/>
        </w:rPr>
      </w:pPr>
    </w:p>
    <w:p w:rsidR="00FE34EB" w:rsidRPr="00CB57C2" w:rsidRDefault="00FE34EB">
      <w:pPr>
        <w:jc w:val="both"/>
        <w:rPr>
          <w:rFonts w:ascii="Arial" w:hAnsi="Arial" w:cs="Arial"/>
        </w:rPr>
      </w:pPr>
    </w:p>
    <w:p w:rsidR="00FE34EB" w:rsidRPr="00CB57C2" w:rsidRDefault="00FE34EB">
      <w:pPr>
        <w:jc w:val="both"/>
        <w:rPr>
          <w:rFonts w:ascii="Arial" w:hAnsi="Arial" w:cs="Arial"/>
        </w:rPr>
      </w:pPr>
      <w:r w:rsidRPr="00CB57C2">
        <w:rPr>
          <w:rFonts w:ascii="Arial" w:hAnsi="Arial" w:cs="Arial"/>
        </w:rPr>
        <w:t xml:space="preserve">                                                                                                             Il Direttore Generale</w:t>
      </w:r>
    </w:p>
    <w:p w:rsidR="00FE34EB" w:rsidRPr="00CB57C2" w:rsidRDefault="00FE34EB">
      <w:pPr>
        <w:jc w:val="both"/>
        <w:rPr>
          <w:rFonts w:ascii="Arial" w:hAnsi="Arial" w:cs="Arial"/>
        </w:rPr>
      </w:pPr>
      <w:r w:rsidRPr="00CB57C2">
        <w:rPr>
          <w:rFonts w:ascii="Arial" w:hAnsi="Arial" w:cs="Arial"/>
        </w:rPr>
        <w:t xml:space="preserve">                                                                                                               Franco INGLESE</w:t>
      </w: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Default="00FE34EB">
      <w:pPr>
        <w:jc w:val="both"/>
        <w:rPr>
          <w:rFonts w:ascii="Arial" w:hAnsi="Arial" w:cs="Arial"/>
        </w:rPr>
      </w:pPr>
    </w:p>
    <w:p w:rsidR="00FE34EB" w:rsidRPr="00CB57C2" w:rsidRDefault="00FE34EB">
      <w:pPr>
        <w:jc w:val="both"/>
        <w:rPr>
          <w:rFonts w:ascii="Arial" w:hAnsi="Arial" w:cs="Arial"/>
        </w:rPr>
      </w:pPr>
    </w:p>
    <w:p w:rsidR="00FE34EB" w:rsidRPr="00CB57C2" w:rsidRDefault="00FE34EB">
      <w:pPr>
        <w:jc w:val="both"/>
        <w:rPr>
          <w:rFonts w:ascii="Arial" w:hAnsi="Arial" w:cs="Arial"/>
        </w:rPr>
      </w:pPr>
      <w:r w:rsidRPr="00CB57C2">
        <w:rPr>
          <w:rFonts w:ascii="Arial" w:hAnsi="Arial" w:cs="Arial"/>
        </w:rPr>
        <w:t>//A. Moscato</w:t>
      </w:r>
    </w:p>
    <w:sectPr w:rsidR="00FE34EB" w:rsidRPr="00CB57C2" w:rsidSect="00433F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68BA"/>
    <w:multiLevelType w:val="hybridMultilevel"/>
    <w:tmpl w:val="DA963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C50"/>
    <w:rsid w:val="00063A14"/>
    <w:rsid w:val="00083C85"/>
    <w:rsid w:val="000E3664"/>
    <w:rsid w:val="00107B18"/>
    <w:rsid w:val="00123BB9"/>
    <w:rsid w:val="001C0DE1"/>
    <w:rsid w:val="0024104F"/>
    <w:rsid w:val="002415D8"/>
    <w:rsid w:val="002C3FC0"/>
    <w:rsid w:val="003856B2"/>
    <w:rsid w:val="003B697D"/>
    <w:rsid w:val="00433F78"/>
    <w:rsid w:val="00440325"/>
    <w:rsid w:val="00465A92"/>
    <w:rsid w:val="004B68E3"/>
    <w:rsid w:val="004F5C50"/>
    <w:rsid w:val="0051759E"/>
    <w:rsid w:val="005A7912"/>
    <w:rsid w:val="005B2158"/>
    <w:rsid w:val="006B353E"/>
    <w:rsid w:val="006E75D6"/>
    <w:rsid w:val="00805147"/>
    <w:rsid w:val="00823F94"/>
    <w:rsid w:val="008719C2"/>
    <w:rsid w:val="008A15CB"/>
    <w:rsid w:val="009133E5"/>
    <w:rsid w:val="00913AFC"/>
    <w:rsid w:val="00A167F1"/>
    <w:rsid w:val="00A91AB8"/>
    <w:rsid w:val="00B05029"/>
    <w:rsid w:val="00B51B66"/>
    <w:rsid w:val="00CB221B"/>
    <w:rsid w:val="00CB57C2"/>
    <w:rsid w:val="00CC42AF"/>
    <w:rsid w:val="00CD5246"/>
    <w:rsid w:val="00D10DF9"/>
    <w:rsid w:val="00D816FA"/>
    <w:rsid w:val="00E01C31"/>
    <w:rsid w:val="00E6402B"/>
    <w:rsid w:val="00ED5749"/>
    <w:rsid w:val="00F53AF3"/>
    <w:rsid w:val="00F978E9"/>
    <w:rsid w:val="00FC7CAD"/>
    <w:rsid w:val="00FE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7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33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5246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433F7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433F78"/>
    <w:pPr>
      <w:ind w:firstLine="480"/>
      <w:jc w:val="center"/>
    </w:pPr>
    <w:rPr>
      <w:b/>
      <w:i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D5246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433F78"/>
    <w:pPr>
      <w:jc w:val="center"/>
    </w:pPr>
    <w:rPr>
      <w:i/>
      <w:sz w:val="1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D5246"/>
    <w:rPr>
      <w:rFonts w:ascii="Cambria" w:hAnsi="Cambria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33F78"/>
    <w:pPr>
      <w:ind w:right="14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D5246"/>
    <w:rPr>
      <w:rFonts w:cs="Times New Roman"/>
      <w:sz w:val="24"/>
      <w:szCs w:val="24"/>
    </w:rPr>
  </w:style>
  <w:style w:type="paragraph" w:customStyle="1" w:styleId="Corpodeltesto21">
    <w:name w:val="Corpo del testo 21"/>
    <w:basedOn w:val="Normal"/>
    <w:uiPriority w:val="99"/>
    <w:rsid w:val="00433F78"/>
    <w:pPr>
      <w:overflowPunct w:val="0"/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BodyText2">
    <w:name w:val="Body Text 2"/>
    <w:basedOn w:val="Normal"/>
    <w:link w:val="BodyText2Char"/>
    <w:uiPriority w:val="99"/>
    <w:rsid w:val="00433F78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D5246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1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ietta.moscat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silicata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rezione-basilicata@istruzio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mailto:angela.freno@alic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zo.izzi@alic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550</Words>
  <Characters>3141</Characters>
  <Application>Microsoft Office Outlook</Application>
  <DocSecurity>0</DocSecurity>
  <Lines>0</Lines>
  <Paragraphs>0</Paragraphs>
  <ScaleCrop>false</ScaleCrop>
  <Company>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M.I.U.R.</cp:lastModifiedBy>
  <cp:revision>9</cp:revision>
  <cp:lastPrinted>2010-09-15T06:47:00Z</cp:lastPrinted>
  <dcterms:created xsi:type="dcterms:W3CDTF">2010-09-14T10:26:00Z</dcterms:created>
  <dcterms:modified xsi:type="dcterms:W3CDTF">2010-09-16T09:53:00Z</dcterms:modified>
</cp:coreProperties>
</file>